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7ED" w:rsidRDefault="00CF37E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8.65pt;margin-top:-44.75pt;width:364.85pt;height:334.75pt;z-index:251659264" o:regroupid="1" stroked="f">
            <v:textbox style="mso-next-textbox:#_x0000_s1026">
              <w:txbxContent>
                <w:p w:rsidR="00CF37ED" w:rsidRDefault="00CF37ED" w:rsidP="00E21AAA">
                  <w:pPr>
                    <w:ind w:firstLine="0"/>
                  </w:pPr>
                  <w:r>
                    <w:t>Name:</w:t>
                  </w:r>
                </w:p>
                <w:p w:rsidR="00CF37ED" w:rsidRDefault="00CF37ED" w:rsidP="00E21AAA">
                  <w:pPr>
                    <w:ind w:firstLine="0"/>
                  </w:pPr>
                  <w:r>
                    <w:t>Nickname:</w:t>
                  </w:r>
                </w:p>
                <w:p w:rsidR="00CF37ED" w:rsidRDefault="00CF37ED" w:rsidP="00E21AAA">
                  <w:pPr>
                    <w:ind w:firstLine="0"/>
                  </w:pPr>
                  <w:r>
                    <w:t>Talents:</w:t>
                  </w:r>
                </w:p>
                <w:p w:rsidR="00CF37ED" w:rsidRDefault="00CF37ED" w:rsidP="00E21AAA">
                  <w:pPr>
                    <w:ind w:firstLine="0"/>
                  </w:pPr>
                </w:p>
                <w:p w:rsidR="00CF37ED" w:rsidRDefault="00CF37ED" w:rsidP="00E21AAA">
                  <w:pPr>
                    <w:ind w:firstLine="0"/>
                  </w:pPr>
                </w:p>
                <w:p w:rsidR="00CF37ED" w:rsidRDefault="00CF37ED" w:rsidP="00E21AAA">
                  <w:pPr>
                    <w:ind w:firstLine="0"/>
                  </w:pPr>
                  <w:r>
                    <w:t>Hobbies/Interests:</w:t>
                  </w:r>
                </w:p>
                <w:p w:rsidR="00CF37ED" w:rsidRDefault="00CF37ED" w:rsidP="00E21AAA">
                  <w:pPr>
                    <w:ind w:firstLine="0"/>
                  </w:pPr>
                </w:p>
                <w:p w:rsidR="00CF37ED" w:rsidRDefault="00CF37ED" w:rsidP="00E21AAA">
                  <w:pPr>
                    <w:ind w:firstLine="0"/>
                  </w:pPr>
                </w:p>
                <w:p w:rsidR="00CF37ED" w:rsidRDefault="00CF37ED" w:rsidP="00E21AAA">
                  <w:pPr>
                    <w:ind w:firstLine="0"/>
                  </w:pPr>
                  <w:r>
                    <w:t>Words to Live By:</w:t>
                  </w:r>
                </w:p>
                <w:p w:rsidR="00CF37ED" w:rsidRDefault="00CF37ED" w:rsidP="00E21AAA">
                  <w:pPr>
                    <w:ind w:firstLine="0"/>
                  </w:pPr>
                </w:p>
              </w:txbxContent>
            </v:textbox>
          </v:shape>
        </w:pict>
      </w:r>
      <w:r>
        <w:rPr>
          <w:noProof/>
        </w:rPr>
        <w:pict>
          <v:rect id="_x0000_s1027" style="position:absolute;left:0;text-align:left;margin-left:-47.2pt;margin-top:-47.45pt;width:187.2pt;height:197.45pt;z-index:251658240" o:regroupid="1"/>
        </w:pict>
      </w:r>
      <w:r>
        <w:rPr>
          <w:noProof/>
        </w:rPr>
        <w:pict>
          <v:shape id="_x0000_s1028" type="#_x0000_t202" style="position:absolute;left:0;text-align:left;margin-left:-43.35pt;margin-top:165.95pt;width:183.35pt;height:122pt;z-index:251656192" stroked="f">
            <v:textbox style="mso-next-textbox:#_x0000_s1028">
              <w:txbxContent>
                <w:p w:rsidR="00CF37ED" w:rsidRDefault="00CF37ED" w:rsidP="00E21AAA">
                  <w:pPr>
                    <w:ind w:firstLine="0"/>
                  </w:pPr>
                  <w:r>
                    <w:t>Height:</w:t>
                  </w:r>
                </w:p>
                <w:p w:rsidR="00CF37ED" w:rsidRDefault="00CF37ED" w:rsidP="00E21AAA">
                  <w:pPr>
                    <w:ind w:firstLine="0"/>
                  </w:pPr>
                  <w:r>
                    <w:t>Weight:</w:t>
                  </w:r>
                </w:p>
                <w:p w:rsidR="00CF37ED" w:rsidRDefault="00CF37ED" w:rsidP="00E21AAA">
                  <w:pPr>
                    <w:ind w:firstLine="0"/>
                  </w:pPr>
                  <w:r>
                    <w:t>Hair Color:</w:t>
                  </w:r>
                </w:p>
                <w:p w:rsidR="00CF37ED" w:rsidRDefault="00CF37ED" w:rsidP="00E21AAA">
                  <w:pPr>
                    <w:ind w:firstLine="0"/>
                  </w:pPr>
                  <w:r>
                    <w:t>Eye Color:</w:t>
                  </w:r>
                </w:p>
                <w:p w:rsidR="00CF37ED" w:rsidRDefault="00CF37ED" w:rsidP="00E21AAA">
                  <w:pPr>
                    <w:ind w:firstLine="0"/>
                  </w:pPr>
                  <w:r>
                    <w:t>Body Type:</w:t>
                  </w:r>
                </w:p>
                <w:p w:rsidR="00CF37ED" w:rsidRDefault="00CF37ED" w:rsidP="00E21AAA">
                  <w:pPr>
                    <w:ind w:firstLine="0"/>
                  </w:pPr>
                </w:p>
                <w:p w:rsidR="00CF37ED" w:rsidRDefault="00CF37ED" w:rsidP="00E21AAA">
                  <w:pPr>
                    <w:ind w:firstLine="0"/>
                  </w:pPr>
                </w:p>
              </w:txbxContent>
            </v:textbox>
          </v:shape>
        </w:pict>
      </w:r>
      <w:r>
        <w:rPr>
          <w:noProof/>
        </w:rPr>
        <w:pict>
          <v:rect id="_x0000_s1029" style="position:absolute;left:0;text-align:left;margin-left:-51.4pt;margin-top:-54pt;width:577.85pt;height:353.45pt;z-index:-251659264" strokeweight="3pt"/>
        </w:pict>
      </w:r>
    </w:p>
    <w:p w:rsidR="00CF37ED" w:rsidRPr="00097E84" w:rsidRDefault="00CF37ED" w:rsidP="00097E84"/>
    <w:p w:rsidR="00CF37ED" w:rsidRPr="00097E84" w:rsidRDefault="00CF37ED" w:rsidP="00097E84"/>
    <w:p w:rsidR="00CF37ED" w:rsidRPr="00097E84" w:rsidRDefault="00CF37ED" w:rsidP="00097E84"/>
    <w:p w:rsidR="00CF37ED" w:rsidRPr="00097E84" w:rsidRDefault="00CF37ED" w:rsidP="00097E84"/>
    <w:p w:rsidR="00CF37ED" w:rsidRPr="00097E84" w:rsidRDefault="00CF37ED" w:rsidP="00097E84"/>
    <w:p w:rsidR="00CF37ED" w:rsidRPr="00097E84" w:rsidRDefault="00CF37ED" w:rsidP="00097E84">
      <w:r>
        <w:rPr>
          <w:noProof/>
        </w:rPr>
        <w:pict>
          <v:rect id="_x0000_s1030" style="position:absolute;left:0;text-align:left;margin-left:-47.2pt;margin-top:7.35pt;width:187.2pt;height:130pt;z-index:-251656192" o:regroupid="1"/>
        </w:pict>
      </w:r>
    </w:p>
    <w:p w:rsidR="00CF37ED" w:rsidRPr="00097E84" w:rsidRDefault="00CF37ED" w:rsidP="00097E84"/>
    <w:p w:rsidR="00CF37ED" w:rsidRPr="00097E84" w:rsidRDefault="00CF37ED" w:rsidP="00097E84"/>
    <w:p w:rsidR="00CF37ED" w:rsidRPr="00097E84" w:rsidRDefault="00CF37ED" w:rsidP="00097E84"/>
    <w:p w:rsidR="00CF37ED" w:rsidRDefault="00CF37ED" w:rsidP="00097E84"/>
    <w:p w:rsidR="00CF37ED" w:rsidRDefault="00CF37ED" w:rsidP="00097E84"/>
    <w:p w:rsidR="00CF37ED" w:rsidRPr="00097E84" w:rsidRDefault="00CF37ED" w:rsidP="00097E84">
      <w:r>
        <w:rPr>
          <w:noProof/>
        </w:rPr>
        <w:pict>
          <v:shape id="_x0000_s1031" type="#_x0000_t202" style="position:absolute;left:0;text-align:left;margin-left:148.65pt;margin-top:15.9pt;width:360.65pt;height:334.75pt;z-index:251654144" o:regroupid="3" stroked="f">
            <v:textbox style="mso-next-textbox:#_x0000_s1031">
              <w:txbxContent>
                <w:p w:rsidR="00CF37ED" w:rsidRDefault="00CF37ED" w:rsidP="00097E84">
                  <w:pPr>
                    <w:ind w:firstLine="0"/>
                  </w:pPr>
                  <w:r>
                    <w:t>Name:</w:t>
                  </w:r>
                </w:p>
                <w:p w:rsidR="00CF37ED" w:rsidRDefault="00CF37ED" w:rsidP="00097E84">
                  <w:pPr>
                    <w:ind w:firstLine="0"/>
                  </w:pPr>
                  <w:r>
                    <w:t>Nickname:</w:t>
                  </w:r>
                </w:p>
                <w:p w:rsidR="00CF37ED" w:rsidRDefault="00CF37ED" w:rsidP="00097E84">
                  <w:pPr>
                    <w:ind w:firstLine="0"/>
                  </w:pPr>
                  <w:r>
                    <w:t>Talents:</w:t>
                  </w:r>
                </w:p>
                <w:p w:rsidR="00CF37ED" w:rsidRDefault="00CF37ED" w:rsidP="00097E84">
                  <w:pPr>
                    <w:ind w:firstLine="0"/>
                  </w:pPr>
                </w:p>
                <w:p w:rsidR="00CF37ED" w:rsidRDefault="00CF37ED" w:rsidP="00097E84">
                  <w:pPr>
                    <w:ind w:firstLine="0"/>
                  </w:pPr>
                </w:p>
                <w:p w:rsidR="00CF37ED" w:rsidRDefault="00CF37ED" w:rsidP="00097E84">
                  <w:pPr>
                    <w:ind w:firstLine="0"/>
                  </w:pPr>
                  <w:r>
                    <w:t>Hobbies/Interests:</w:t>
                  </w:r>
                </w:p>
                <w:p w:rsidR="00CF37ED" w:rsidRDefault="00CF37ED" w:rsidP="00097E84">
                  <w:pPr>
                    <w:ind w:firstLine="0"/>
                  </w:pPr>
                </w:p>
                <w:p w:rsidR="00CF37ED" w:rsidRDefault="00CF37ED" w:rsidP="00097E84">
                  <w:pPr>
                    <w:ind w:firstLine="0"/>
                  </w:pPr>
                </w:p>
                <w:p w:rsidR="00CF37ED" w:rsidRDefault="00CF37ED" w:rsidP="00097E84">
                  <w:pPr>
                    <w:ind w:firstLine="0"/>
                  </w:pPr>
                </w:p>
                <w:p w:rsidR="00CF37ED" w:rsidRDefault="00CF37ED" w:rsidP="00097E84">
                  <w:pPr>
                    <w:ind w:firstLine="0"/>
                  </w:pPr>
                  <w:r>
                    <w:t>Words to Live By:</w:t>
                  </w:r>
                </w:p>
                <w:p w:rsidR="00CF37ED" w:rsidRDefault="00CF37ED" w:rsidP="00097E84">
                  <w:pPr>
                    <w:ind w:firstLine="0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-47.2pt;margin-top:222.7pt;width:187.2pt;height:130pt;z-index:251661312">
            <v:textbox>
              <w:txbxContent>
                <w:p w:rsidR="00CF37ED" w:rsidRDefault="00CF37ED" w:rsidP="00097E84">
                  <w:pPr>
                    <w:ind w:firstLine="0"/>
                  </w:pPr>
                  <w:r>
                    <w:t>Height:</w:t>
                  </w:r>
                </w:p>
                <w:p w:rsidR="00CF37ED" w:rsidRDefault="00CF37ED" w:rsidP="00097E84">
                  <w:pPr>
                    <w:ind w:firstLine="0"/>
                  </w:pPr>
                  <w:r>
                    <w:t>Weight:</w:t>
                  </w:r>
                </w:p>
                <w:p w:rsidR="00CF37ED" w:rsidRDefault="00CF37ED" w:rsidP="00097E84">
                  <w:pPr>
                    <w:ind w:firstLine="0"/>
                  </w:pPr>
                  <w:r>
                    <w:t>Hair Color:</w:t>
                  </w:r>
                </w:p>
                <w:p w:rsidR="00CF37ED" w:rsidRDefault="00CF37ED" w:rsidP="00097E84">
                  <w:pPr>
                    <w:ind w:firstLine="0"/>
                  </w:pPr>
                  <w:r>
                    <w:t>Eye Color:</w:t>
                  </w:r>
                </w:p>
                <w:p w:rsidR="00CF37ED" w:rsidRDefault="00CF37ED" w:rsidP="00097E84">
                  <w:pPr>
                    <w:ind w:firstLine="0"/>
                  </w:pPr>
                  <w:r>
                    <w:t>Body Type:</w:t>
                  </w:r>
                </w:p>
                <w:p w:rsidR="00CF37ED" w:rsidRDefault="00CF37ED"/>
              </w:txbxContent>
            </v:textbox>
          </v:shape>
        </w:pict>
      </w:r>
      <w:r>
        <w:rPr>
          <w:noProof/>
        </w:rPr>
        <w:pict>
          <v:rect id="_x0000_s1033" style="position:absolute;left:0;text-align:left;margin-left:-47.2pt;margin-top:15.25pt;width:187.2pt;height:197.45pt;z-index:251653120" o:regroupid="3"/>
        </w:pict>
      </w:r>
      <w:r>
        <w:rPr>
          <w:noProof/>
        </w:rPr>
        <w:pict>
          <v:rect id="_x0000_s1034" style="position:absolute;left:0;text-align:left;margin-left:-51.4pt;margin-top:10.05pt;width:577.85pt;height:353.45pt;z-index:-251654144" strokeweight="3pt"/>
        </w:pict>
      </w:r>
      <w:r>
        <w:rPr>
          <w:noProof/>
        </w:rPr>
        <w:pict>
          <v:rect id="_x0000_s1035" style="position:absolute;left:0;text-align:left;margin-left:-51.4pt;margin-top:222.7pt;width:187.2pt;height:130pt;z-index:-251661312" o:regroupid="3"/>
        </w:pict>
      </w:r>
    </w:p>
    <w:sectPr w:rsidR="00CF37ED" w:rsidRPr="00097E84" w:rsidSect="007C14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5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AAA"/>
    <w:rsid w:val="00097E84"/>
    <w:rsid w:val="004B02FF"/>
    <w:rsid w:val="005E41AF"/>
    <w:rsid w:val="00622984"/>
    <w:rsid w:val="00707CCF"/>
    <w:rsid w:val="00723CB5"/>
    <w:rsid w:val="007C149F"/>
    <w:rsid w:val="00A43222"/>
    <w:rsid w:val="00BA584C"/>
    <w:rsid w:val="00CF37ED"/>
    <w:rsid w:val="00D57415"/>
    <w:rsid w:val="00E21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49F"/>
    <w:pPr>
      <w:spacing w:after="200" w:line="276" w:lineRule="auto"/>
      <w:ind w:firstLine="72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21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1A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08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</Words>
  <Characters>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SDoering</dc:creator>
  <cp:keywords/>
  <dc:description/>
  <cp:lastModifiedBy>Administrator</cp:lastModifiedBy>
  <cp:revision>2</cp:revision>
  <dcterms:created xsi:type="dcterms:W3CDTF">2011-04-19T16:27:00Z</dcterms:created>
  <dcterms:modified xsi:type="dcterms:W3CDTF">2011-04-19T16:27:00Z</dcterms:modified>
</cp:coreProperties>
</file>